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0A9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A8A3233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3354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328EC5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A32E3ED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F25D39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 xml:space="preserve">, </w:t>
      </w:r>
      <w:r w:rsidR="00731B0C">
        <w:rPr>
          <w:rFonts w:ascii="Arial" w:hAnsi="Arial" w:cs="Arial"/>
          <w:lang w:val="fr-FR"/>
        </w:rPr>
        <w:t xml:space="preserve">et </w:t>
      </w:r>
      <w:r w:rsidR="00D271D0">
        <w:rPr>
          <w:rFonts w:ascii="Arial" w:hAnsi="Arial" w:cs="Arial"/>
          <w:lang w:val="fr-FR"/>
        </w:rPr>
        <w:t>certifié par Belgaqua</w:t>
      </w:r>
    </w:p>
    <w:p w14:paraId="7D5EB83C" w14:textId="6395E73F" w:rsidR="004175C6" w:rsidRPr="00505482" w:rsidRDefault="004175C6" w:rsidP="004175C6">
      <w:pPr>
        <w:pStyle w:val="Bulleted2"/>
        <w:rPr>
          <w:rFonts w:ascii="Arial" w:hAnsi="Arial"/>
          <w:lang w:val="fr-FR"/>
        </w:rPr>
      </w:pPr>
      <w:r w:rsidRPr="00505482">
        <w:rPr>
          <w:rFonts w:ascii="Arial" w:hAnsi="Arial"/>
          <w:lang w:val="fr-FR"/>
        </w:rPr>
        <w:t>réservoir de chasse à encastrer</w:t>
      </w:r>
      <w:r w:rsidR="003C7987" w:rsidRPr="00505482">
        <w:rPr>
          <w:rFonts w:ascii="Arial" w:hAnsi="Arial"/>
          <w:lang w:val="fr-FR"/>
        </w:rPr>
        <w:t xml:space="preserve"> </w:t>
      </w:r>
      <w:r w:rsidRPr="00505482">
        <w:rPr>
          <w:rFonts w:ascii="Arial" w:hAnsi="Arial"/>
          <w:lang w:val="fr-FR"/>
        </w:rPr>
        <w:t xml:space="preserve">: </w:t>
      </w:r>
      <w:r w:rsidR="00505482">
        <w:rPr>
          <w:rFonts w:ascii="Arial" w:hAnsi="Arial"/>
          <w:lang w:val="fr-FR"/>
        </w:rPr>
        <w:br/>
      </w:r>
      <w:r w:rsidRPr="00505482">
        <w:rPr>
          <w:rFonts w:ascii="Arial" w:hAnsi="Arial"/>
          <w:lang w:val="fr-FR"/>
        </w:rPr>
        <w:t xml:space="preserve">voir </w:t>
      </w:r>
      <w:r w:rsidR="00F830C9">
        <w:rPr>
          <w:rFonts w:ascii="Arial" w:hAnsi="Arial"/>
          <w:lang w:val="fr-FR"/>
        </w:rPr>
        <w:t>DESCRIPTION DETAILLEE DU RESERVOIR DE CHASSE A ENCASTRER</w:t>
      </w:r>
    </w:p>
    <w:p w14:paraId="35CEDE64" w14:textId="77777777" w:rsidR="003055DF" w:rsidRPr="00F25D39" w:rsidRDefault="003055DF" w:rsidP="00135978">
      <w:pPr>
        <w:pStyle w:val="Bulleted1"/>
        <w:rPr>
          <w:rFonts w:ascii="Arial" w:hAnsi="Arial"/>
          <w:lang w:val="fr-FR"/>
        </w:rPr>
      </w:pPr>
      <w:r w:rsidRPr="00F25D39">
        <w:rPr>
          <w:rFonts w:ascii="Arial" w:hAnsi="Arial"/>
          <w:lang w:val="fr-FR"/>
        </w:rPr>
        <w:t xml:space="preserve">élément de montage </w:t>
      </w:r>
      <w:r w:rsidR="001006A1">
        <w:rPr>
          <w:rFonts w:ascii="Arial" w:hAnsi="Arial"/>
          <w:lang w:val="fr-FR"/>
        </w:rPr>
        <w:t>conçu</w:t>
      </w:r>
      <w:r w:rsidRPr="00F25D39">
        <w:rPr>
          <w:rFonts w:ascii="Arial" w:hAnsi="Arial"/>
          <w:lang w:val="fr-FR"/>
        </w:rPr>
        <w:t xml:space="preserve"> pour une plaque de déclenchement</w:t>
      </w:r>
      <w:r w:rsidR="00F25D39" w:rsidRPr="00F25D39">
        <w:rPr>
          <w:rFonts w:ascii="Arial" w:hAnsi="Arial"/>
          <w:lang w:val="fr-FR"/>
        </w:rPr>
        <w:t>,</w:t>
      </w:r>
      <w:r w:rsidRPr="00F25D39">
        <w:rPr>
          <w:rFonts w:ascii="Arial" w:hAnsi="Arial"/>
          <w:lang w:val="fr-FR"/>
        </w:rPr>
        <w:t xml:space="preserve"> pour déclenchement frontal</w:t>
      </w:r>
    </w:p>
    <w:p w14:paraId="5C36814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209C680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C10EA34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FF58E3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3A5E2FE5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4A6042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69E502D1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1A9FA99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0FF7DEC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48EA55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F6AF0CD" w14:textId="54243F7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505482">
        <w:rPr>
          <w:rFonts w:ascii="Arial" w:hAnsi="Arial" w:cs="Arial"/>
          <w:lang w:val="fr-FR"/>
        </w:rPr>
        <w:t>)</w:t>
      </w:r>
    </w:p>
    <w:p w14:paraId="14A4A04C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AA64374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7766354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D4B1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C7307C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59BF18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8E3BE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D9E2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76AFD077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1DD5FAA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4ABCF1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EA272A6" w14:textId="77777777" w:rsidTr="00C54046">
        <w:tc>
          <w:tcPr>
            <w:tcW w:w="1441" w:type="dxa"/>
          </w:tcPr>
          <w:p w14:paraId="3E350A3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3D4A2F0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F7BA0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4C1EFB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F15DA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4593D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147573FF" w14:textId="77777777" w:rsidTr="00C54046">
        <w:tc>
          <w:tcPr>
            <w:tcW w:w="1441" w:type="dxa"/>
          </w:tcPr>
          <w:p w14:paraId="29150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7E815D8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D9AC5F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5A9DE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0D2C7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12D5D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05482" w14:paraId="49AA8C48" w14:textId="77777777" w:rsidTr="00C54046">
        <w:tc>
          <w:tcPr>
            <w:tcW w:w="1441" w:type="dxa"/>
          </w:tcPr>
          <w:p w14:paraId="78EFB94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FA3C91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69671BC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3A25F24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728AF7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EE105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48B63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2AF417A7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13C2E77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CCF926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323046F8" w14:textId="0DA4A489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048D47F" w14:textId="654D7C65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8AA1B2F" w14:textId="113343FD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6C40A69" w14:textId="4A2BBC6E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2C8BCE" w14:textId="77777777" w:rsidR="00F830C9" w:rsidRPr="00E2608B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CFC0BC4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C5C454E" w14:textId="77777777" w:rsidR="00F830C9" w:rsidRPr="006A298C" w:rsidRDefault="00F830C9" w:rsidP="00F830C9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0ADB98C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2580E329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C975FB4" w14:textId="77777777" w:rsidR="00F830C9" w:rsidRPr="00F86A6E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63F64FE" w14:textId="77777777" w:rsidR="00F830C9" w:rsidRPr="00A90015" w:rsidRDefault="00F830C9" w:rsidP="00F830C9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39122DA1" w14:textId="77777777" w:rsidR="00F830C9" w:rsidRPr="00981C24" w:rsidRDefault="00F830C9" w:rsidP="00F830C9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96D4CAA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122BAB3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C612D8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671D9A31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5B1428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2C5166F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49E807B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57DE115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930D366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512AB1B1" w14:textId="77777777" w:rsidR="00F830C9" w:rsidRPr="00564CB4" w:rsidRDefault="00F830C9" w:rsidP="00F830C9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6DEFB1A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F7E87FE" w14:textId="77777777" w:rsidR="00F830C9" w:rsidRPr="00783921" w:rsidRDefault="00F830C9" w:rsidP="00F830C9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433E3BA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65B44935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0697302" w14:textId="77777777" w:rsidR="00F830C9" w:rsidRPr="007416F6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786DFE1F" w14:textId="77777777" w:rsidR="00F830C9" w:rsidRDefault="00F830C9" w:rsidP="00F830C9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2EBAE8C5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3808AA2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0553441E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6668EF83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2B972C4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7F74C4E8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B2F437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154FA63E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830C9" w:rsidRPr="00672D20" w14:paraId="3C1443AB" w14:textId="77777777" w:rsidTr="00BB6011">
        <w:tc>
          <w:tcPr>
            <w:tcW w:w="1441" w:type="dxa"/>
          </w:tcPr>
          <w:p w14:paraId="2BA95E35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B8FEE40" w14:textId="77777777" w:rsidR="00F830C9" w:rsidRPr="002569CC" w:rsidRDefault="00F830C9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BB3BC4D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94BD8E0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2DCBC971" w14:textId="77777777" w:rsidR="00F830C9" w:rsidRPr="002569CC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DFBB323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830C9" w:rsidRPr="00672D20" w14:paraId="50EBEB25" w14:textId="77777777" w:rsidTr="00BB6011">
        <w:tc>
          <w:tcPr>
            <w:tcW w:w="1441" w:type="dxa"/>
          </w:tcPr>
          <w:p w14:paraId="7074DDFF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E756889" w14:textId="77777777" w:rsidR="00F830C9" w:rsidRPr="00493562" w:rsidRDefault="00F830C9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938350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C5603B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AD843BE" w14:textId="77777777" w:rsidR="00F830C9" w:rsidRPr="00493562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5AB8A77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830C9" w:rsidRPr="00F86A6E" w14:paraId="32339326" w14:textId="77777777" w:rsidTr="00BB6011">
        <w:tc>
          <w:tcPr>
            <w:tcW w:w="1441" w:type="dxa"/>
          </w:tcPr>
          <w:p w14:paraId="05A8C449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7ECFD4" w14:textId="77777777" w:rsidR="00F830C9" w:rsidRPr="00F86A6E" w:rsidRDefault="00F830C9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9F7D168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3295101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315857B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BAE8BBD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FA0E933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96A66E" w14:textId="77777777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5FCFA0" w14:textId="77777777" w:rsidR="00EE09E5" w:rsidRPr="00F830C9" w:rsidRDefault="00717038" w:rsidP="00F830C9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F830C9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75682E93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2CAD0AA3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F25CA2F" wp14:editId="57CA3EE5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7DE892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4DBBE85" wp14:editId="7D28BA4C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4FE099" w14:textId="77777777" w:rsidR="00AC553E" w:rsidRDefault="00AC553E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FE87A" wp14:editId="2C065555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8CFAF98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2902D2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021810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605F71B5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E54A" w14:textId="77777777" w:rsidR="00DD5CF6" w:rsidRDefault="00DD5CF6">
      <w:r>
        <w:separator/>
      </w:r>
    </w:p>
  </w:endnote>
  <w:endnote w:type="continuationSeparator" w:id="0">
    <w:p w14:paraId="467D3281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CC068D2" w14:textId="77777777">
      <w:tc>
        <w:tcPr>
          <w:tcW w:w="3392" w:type="dxa"/>
        </w:tcPr>
        <w:p w14:paraId="2BC20D13" w14:textId="2EEB4DAF" w:rsidR="007C7FFA" w:rsidRDefault="00552888" w:rsidP="00C742E4">
          <w:pPr>
            <w:pStyle w:val="Footer"/>
          </w:pPr>
          <w:r>
            <w:t>Version 0</w:t>
          </w:r>
          <w:r w:rsidR="00DC45F6">
            <w:t>2</w:t>
          </w:r>
          <w:r>
            <w:t>.00</w:t>
          </w:r>
        </w:p>
      </w:tc>
      <w:tc>
        <w:tcPr>
          <w:tcW w:w="3392" w:type="dxa"/>
        </w:tcPr>
        <w:p w14:paraId="4E7C4F1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F41B1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C8218D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025" w14:textId="77777777" w:rsidR="00DD5CF6" w:rsidRDefault="00DD5CF6">
      <w:r>
        <w:separator/>
      </w:r>
    </w:p>
  </w:footnote>
  <w:footnote w:type="continuationSeparator" w:id="0">
    <w:p w14:paraId="1C86A2EB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3F80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E4087CB" wp14:editId="0CA6844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2EEB6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68253B">
      <w:rPr>
        <w:rFonts w:ascii="Arial" w:hAnsi="Arial"/>
        <w:b/>
        <w:lang w:val="fr-FR"/>
      </w:rPr>
      <w:t>6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354758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1123483">
    <w:abstractNumId w:val="16"/>
  </w:num>
  <w:num w:numId="2" w16cid:durableId="818572699">
    <w:abstractNumId w:val="22"/>
  </w:num>
  <w:num w:numId="3" w16cid:durableId="15159347">
    <w:abstractNumId w:val="4"/>
  </w:num>
  <w:num w:numId="4" w16cid:durableId="106316703">
    <w:abstractNumId w:val="3"/>
  </w:num>
  <w:num w:numId="5" w16cid:durableId="601378807">
    <w:abstractNumId w:val="13"/>
  </w:num>
  <w:num w:numId="6" w16cid:durableId="1813669963">
    <w:abstractNumId w:val="15"/>
  </w:num>
  <w:num w:numId="7" w16cid:durableId="630327768">
    <w:abstractNumId w:val="6"/>
  </w:num>
  <w:num w:numId="8" w16cid:durableId="1356804021">
    <w:abstractNumId w:val="19"/>
  </w:num>
  <w:num w:numId="9" w16cid:durableId="1422334931">
    <w:abstractNumId w:val="25"/>
  </w:num>
  <w:num w:numId="10" w16cid:durableId="1203204184">
    <w:abstractNumId w:val="2"/>
  </w:num>
  <w:num w:numId="11" w16cid:durableId="146364151">
    <w:abstractNumId w:val="12"/>
  </w:num>
  <w:num w:numId="12" w16cid:durableId="913466785">
    <w:abstractNumId w:val="11"/>
  </w:num>
  <w:num w:numId="13" w16cid:durableId="1566142685">
    <w:abstractNumId w:val="24"/>
  </w:num>
  <w:num w:numId="14" w16cid:durableId="1865433958">
    <w:abstractNumId w:val="7"/>
  </w:num>
  <w:num w:numId="15" w16cid:durableId="2103910684">
    <w:abstractNumId w:val="0"/>
  </w:num>
  <w:num w:numId="16" w16cid:durableId="1863937705">
    <w:abstractNumId w:val="10"/>
  </w:num>
  <w:num w:numId="17" w16cid:durableId="1614633547">
    <w:abstractNumId w:val="5"/>
  </w:num>
  <w:num w:numId="18" w16cid:durableId="778531510">
    <w:abstractNumId w:val="20"/>
  </w:num>
  <w:num w:numId="19" w16cid:durableId="16126202">
    <w:abstractNumId w:val="21"/>
  </w:num>
  <w:num w:numId="20" w16cid:durableId="95027954">
    <w:abstractNumId w:val="18"/>
  </w:num>
  <w:num w:numId="21" w16cid:durableId="734552589">
    <w:abstractNumId w:val="17"/>
  </w:num>
  <w:num w:numId="22" w16cid:durableId="513034054">
    <w:abstractNumId w:val="14"/>
  </w:num>
  <w:num w:numId="23" w16cid:durableId="278226445">
    <w:abstractNumId w:val="23"/>
  </w:num>
  <w:num w:numId="24" w16cid:durableId="498614552">
    <w:abstractNumId w:val="8"/>
  </w:num>
  <w:num w:numId="25" w16cid:durableId="703990239">
    <w:abstractNumId w:val="9"/>
  </w:num>
  <w:num w:numId="26" w16cid:durableId="1916280433">
    <w:abstractNumId w:val="1"/>
  </w:num>
  <w:num w:numId="27" w16cid:durableId="195773353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4320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539F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04B8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05482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45F6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30C9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4B4A9908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DC3D4-272B-47A0-8F8E-BBCF64F0673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13EDE1-C167-4F03-8BC4-6E05FE26331A}"/>
</file>

<file path=customXml/itemProps3.xml><?xml version="1.0" encoding="utf-8"?>
<ds:datastoreItem xmlns:ds="http://schemas.openxmlformats.org/officeDocument/2006/customXml" ds:itemID="{0992F400-9356-4428-9D95-040209C3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1129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2023-12-20T11:12:00Z</dcterms:created>
  <dcterms:modified xsi:type="dcterms:W3CDTF">2023-12-20T12:08:00Z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